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E70" w:rsidRDefault="00144E70" w:rsidP="00144E70">
      <w:pPr>
        <w:rPr>
          <w:b/>
        </w:rPr>
      </w:pPr>
      <w:r>
        <w:rPr>
          <w:b/>
        </w:rPr>
        <w:t xml:space="preserve"> Luther Graphic Novel Roles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Name______________</w:t>
      </w:r>
    </w:p>
    <w:p w:rsidR="00144E70" w:rsidRDefault="00144E70" w:rsidP="00144E70">
      <w:pPr>
        <w:pStyle w:val="ListParagraph"/>
        <w:numPr>
          <w:ilvl w:val="0"/>
          <w:numId w:val="1"/>
        </w:numPr>
      </w:pPr>
      <w:r w:rsidRPr="00144E70">
        <w:rPr>
          <w:b/>
        </w:rPr>
        <w:t>Question Asker</w:t>
      </w:r>
      <w:r>
        <w:t xml:space="preserve"> – this individual is responsible for coming up with several questions to ask the group that will be sure the readers comprehend the chapter</w:t>
      </w:r>
    </w:p>
    <w:p w:rsidR="00144E70" w:rsidRDefault="00144E70" w:rsidP="00144E70">
      <w:pPr>
        <w:pStyle w:val="ListParagraph"/>
        <w:numPr>
          <w:ilvl w:val="0"/>
          <w:numId w:val="2"/>
        </w:numPr>
      </w:pPr>
      <w:r>
        <w:t>Reader must develop at least 5 questions that allow a good discussion of the chapter’s information</w:t>
      </w:r>
    </w:p>
    <w:p w:rsidR="00BA3E41" w:rsidRDefault="00BA3E41">
      <w:pPr>
        <w:rPr>
          <w:rFonts w:eastAsiaTheme="minorEastAsia"/>
          <w:sz w:val="24"/>
          <w:szCs w:val="24"/>
        </w:rPr>
      </w:pPr>
      <w:r>
        <w:br w:type="page"/>
      </w:r>
      <w:bookmarkStart w:id="0" w:name="_GoBack"/>
      <w:bookmarkEnd w:id="0"/>
    </w:p>
    <w:p w:rsidR="00BA3E41" w:rsidRDefault="00BA3E41" w:rsidP="00BA3E41">
      <w:pPr>
        <w:pStyle w:val="ListParagraph"/>
        <w:numPr>
          <w:ilvl w:val="0"/>
          <w:numId w:val="1"/>
        </w:numPr>
      </w:pPr>
      <w:r>
        <w:rPr>
          <w:b/>
        </w:rPr>
        <w:lastRenderedPageBreak/>
        <w:t>Main Idea Finder</w:t>
      </w:r>
      <w:r>
        <w:t xml:space="preserve"> – this individual will write one complete paragraph that summarizes what was learned in the chapter</w:t>
      </w:r>
      <w:r>
        <w:t xml:space="preserve">  </w:t>
      </w:r>
    </w:p>
    <w:p w:rsidR="00BA3E41" w:rsidRDefault="00BA3E41" w:rsidP="00BA3E41">
      <w:pPr>
        <w:pStyle w:val="ListParagraph"/>
        <w:numPr>
          <w:ilvl w:val="1"/>
          <w:numId w:val="1"/>
        </w:numPr>
      </w:pPr>
      <w:r>
        <w:t>Reader must write a paragraph that summarizes the chapter.  The paragraph must include a topic sentence, supporting sentences and a concluding sentence</w:t>
      </w:r>
    </w:p>
    <w:p w:rsidR="00BA3E41" w:rsidRDefault="00BA3E41">
      <w:pPr>
        <w:rPr>
          <w:rFonts w:eastAsiaTheme="minorEastAsia"/>
          <w:sz w:val="24"/>
          <w:szCs w:val="24"/>
        </w:rPr>
      </w:pPr>
      <w:r>
        <w:br w:type="page"/>
      </w:r>
    </w:p>
    <w:p w:rsidR="00BA3E41" w:rsidRPr="00BA3E41" w:rsidRDefault="00BA3E41" w:rsidP="00BA3E41">
      <w:pPr>
        <w:pStyle w:val="ListParagraph"/>
        <w:numPr>
          <w:ilvl w:val="0"/>
          <w:numId w:val="1"/>
        </w:numPr>
      </w:pPr>
      <w:r w:rsidRPr="00BA3E41">
        <w:rPr>
          <w:b/>
        </w:rPr>
        <w:lastRenderedPageBreak/>
        <w:t>Visualizer</w:t>
      </w:r>
      <w:r w:rsidRPr="00BA3E41">
        <w:t xml:space="preserve"> – this individual will draw a sketch that highlights a portion of the chapter reading</w:t>
      </w:r>
    </w:p>
    <w:p w:rsidR="00BA3E41" w:rsidRPr="00BA3E41" w:rsidRDefault="00BA3E41" w:rsidP="00BA3E41">
      <w:pPr>
        <w:pStyle w:val="ListParagraph"/>
        <w:numPr>
          <w:ilvl w:val="1"/>
          <w:numId w:val="1"/>
        </w:numPr>
      </w:pPr>
      <w:r w:rsidRPr="00BA3E41">
        <w:t>Reader must draw a picture that illustrates a portion of the chapter</w:t>
      </w:r>
    </w:p>
    <w:p w:rsidR="00144E70" w:rsidRDefault="00144E70" w:rsidP="00144E70">
      <w:pPr>
        <w:pStyle w:val="ListParagraph"/>
        <w:ind w:left="1800"/>
      </w:pPr>
    </w:p>
    <w:p w:rsidR="00BA3E41" w:rsidRDefault="00BA3E41">
      <w:r>
        <w:br w:type="page"/>
      </w:r>
    </w:p>
    <w:p w:rsidR="00BA3E41" w:rsidRDefault="00BA3E41" w:rsidP="00BA3E41">
      <w:pPr>
        <w:pStyle w:val="ListParagraph"/>
        <w:numPr>
          <w:ilvl w:val="0"/>
          <w:numId w:val="1"/>
        </w:numPr>
      </w:pPr>
      <w:r>
        <w:rPr>
          <w:b/>
        </w:rPr>
        <w:lastRenderedPageBreak/>
        <w:t>Vocab Builder</w:t>
      </w:r>
      <w:r>
        <w:t xml:space="preserve"> – this individual will select four words from the chapter that are new or interesting and define them for the group</w:t>
      </w:r>
    </w:p>
    <w:p w:rsidR="00BA3E41" w:rsidRDefault="00BA3E41" w:rsidP="00BA3E41">
      <w:pPr>
        <w:pStyle w:val="ListParagraph"/>
        <w:numPr>
          <w:ilvl w:val="1"/>
          <w:numId w:val="1"/>
        </w:numPr>
      </w:pPr>
      <w:r>
        <w:t>Reader must find and define at least four words from the chapter</w:t>
      </w:r>
    </w:p>
    <w:p w:rsidR="00BE0B54" w:rsidRDefault="00BE0B54"/>
    <w:sectPr w:rsidR="00BE0B54" w:rsidSect="00144E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E41" w:rsidRDefault="00BA3E41" w:rsidP="00BA3E41">
      <w:pPr>
        <w:spacing w:after="0" w:line="240" w:lineRule="auto"/>
      </w:pPr>
      <w:r>
        <w:separator/>
      </w:r>
    </w:p>
  </w:endnote>
  <w:endnote w:type="continuationSeparator" w:id="0">
    <w:p w:rsidR="00BA3E41" w:rsidRDefault="00BA3E41" w:rsidP="00BA3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E41" w:rsidRDefault="00BA3E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E41" w:rsidRPr="00BA3E41" w:rsidRDefault="00BA3E41" w:rsidP="00BA3E41">
    <w:pPr>
      <w:rPr>
        <w:b/>
      </w:rPr>
    </w:pPr>
    <w:r>
      <w:rPr>
        <w:b/>
      </w:rPr>
      <w:t>CHAPTER______</w:t>
    </w:r>
  </w:p>
  <w:p w:rsidR="00BA3E41" w:rsidRDefault="00BA3E4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E41" w:rsidRDefault="00BA3E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E41" w:rsidRDefault="00BA3E41" w:rsidP="00BA3E41">
      <w:pPr>
        <w:spacing w:after="0" w:line="240" w:lineRule="auto"/>
      </w:pPr>
      <w:r>
        <w:separator/>
      </w:r>
    </w:p>
  </w:footnote>
  <w:footnote w:type="continuationSeparator" w:id="0">
    <w:p w:rsidR="00BA3E41" w:rsidRDefault="00BA3E41" w:rsidP="00BA3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E41" w:rsidRDefault="00BA3E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E41" w:rsidRDefault="00BA3E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E41" w:rsidRDefault="00BA3E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C2CC2"/>
    <w:multiLevelType w:val="hybridMultilevel"/>
    <w:tmpl w:val="B84496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9417601"/>
    <w:multiLevelType w:val="hybridMultilevel"/>
    <w:tmpl w:val="0046B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4362E"/>
    <w:multiLevelType w:val="hybridMultilevel"/>
    <w:tmpl w:val="0046B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075A39"/>
    <w:multiLevelType w:val="hybridMultilevel"/>
    <w:tmpl w:val="0046B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550D2"/>
    <w:multiLevelType w:val="hybridMultilevel"/>
    <w:tmpl w:val="0046B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E70"/>
    <w:rsid w:val="00144E70"/>
    <w:rsid w:val="009A32D7"/>
    <w:rsid w:val="00BA3E41"/>
    <w:rsid w:val="00BE0B54"/>
    <w:rsid w:val="00E4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E70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3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E41"/>
  </w:style>
  <w:style w:type="paragraph" w:styleId="Footer">
    <w:name w:val="footer"/>
    <w:basedOn w:val="Normal"/>
    <w:link w:val="FooterChar"/>
    <w:uiPriority w:val="99"/>
    <w:unhideWhenUsed/>
    <w:rsid w:val="00BA3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E41"/>
  </w:style>
  <w:style w:type="paragraph" w:styleId="BalloonText">
    <w:name w:val="Balloon Text"/>
    <w:basedOn w:val="Normal"/>
    <w:link w:val="BalloonTextChar"/>
    <w:uiPriority w:val="99"/>
    <w:semiHidden/>
    <w:unhideWhenUsed/>
    <w:rsid w:val="00BA3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E70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3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E41"/>
  </w:style>
  <w:style w:type="paragraph" w:styleId="Footer">
    <w:name w:val="footer"/>
    <w:basedOn w:val="Normal"/>
    <w:link w:val="FooterChar"/>
    <w:uiPriority w:val="99"/>
    <w:unhideWhenUsed/>
    <w:rsid w:val="00BA3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E41"/>
  </w:style>
  <w:style w:type="paragraph" w:styleId="BalloonText">
    <w:name w:val="Balloon Text"/>
    <w:basedOn w:val="Normal"/>
    <w:link w:val="BalloonTextChar"/>
    <w:uiPriority w:val="99"/>
    <w:semiHidden/>
    <w:unhideWhenUsed/>
    <w:rsid w:val="00BA3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alkerd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DA48E29A-DBAF-43C4-898B-D299A8B50ACA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5</TotalTime>
  <Pages>4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walkerd</dc:creator>
  <cp:keywords/>
  <dc:description/>
  <cp:lastModifiedBy>walkerd</cp:lastModifiedBy>
  <cp:revision>1</cp:revision>
  <dcterms:created xsi:type="dcterms:W3CDTF">2013-11-13T20:12:00Z</dcterms:created>
  <dcterms:modified xsi:type="dcterms:W3CDTF">2013-11-13T20:29:00Z</dcterms:modified>
</cp:coreProperties>
</file>